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B52ED8" w:rsidRPr="00B52ED8">
        <w:rPr>
          <w:b/>
          <w:szCs w:val="22"/>
        </w:rPr>
        <w:t xml:space="preserve">Stavební úpravy MK v ulici Potoční, </w:t>
      </w:r>
      <w:proofErr w:type="spellStart"/>
      <w:r w:rsidR="00B52ED8" w:rsidRPr="00B52ED8">
        <w:rPr>
          <w:b/>
          <w:szCs w:val="22"/>
        </w:rPr>
        <w:t>Břilice</w:t>
      </w:r>
      <w:proofErr w:type="spellEnd"/>
      <w:r w:rsidR="00B52ED8" w:rsidRPr="00B52ED8">
        <w:rPr>
          <w:b/>
          <w:szCs w:val="22"/>
        </w:rPr>
        <w:t xml:space="preserve"> - úsek 3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</w:t>
      </w:r>
      <w:bookmarkStart w:id="0" w:name="_GoBack"/>
      <w:bookmarkEnd w:id="0"/>
      <w:r w:rsidR="009C1E84" w:rsidRPr="00366E61">
        <w:rPr>
          <w:szCs w:val="22"/>
        </w:rPr>
        <w:t>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741D1"/>
    <w:rsid w:val="00086E75"/>
    <w:rsid w:val="000B4E9E"/>
    <w:rsid w:val="000C0B3D"/>
    <w:rsid w:val="00126D0A"/>
    <w:rsid w:val="00150C64"/>
    <w:rsid w:val="00172D74"/>
    <w:rsid w:val="001C7050"/>
    <w:rsid w:val="001F2606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EECF467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6</cp:revision>
  <dcterms:created xsi:type="dcterms:W3CDTF">2019-04-10T13:57:00Z</dcterms:created>
  <dcterms:modified xsi:type="dcterms:W3CDTF">2019-07-19T09:54:00Z</dcterms:modified>
</cp:coreProperties>
</file>